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D5F7C" w14:textId="77777777" w:rsidR="00E44580" w:rsidRDefault="00802A91" w:rsidP="00E44580">
      <w:pPr>
        <w:rPr>
          <w:b/>
          <w:sz w:val="28"/>
          <w:szCs w:val="28"/>
          <w:lang w:val="ro-RO"/>
        </w:rPr>
      </w:pPr>
      <w:r w:rsidRPr="000C0EE1">
        <w:rPr>
          <w:b/>
          <w:sz w:val="28"/>
          <w:szCs w:val="28"/>
          <w:lang w:val="ro-RO"/>
        </w:rPr>
        <w:t xml:space="preserve">Problema  </w:t>
      </w:r>
      <w:r w:rsidR="00A40812" w:rsidRPr="00A40812">
        <w:rPr>
          <w:b/>
          <w:sz w:val="28"/>
          <w:szCs w:val="28"/>
          <w:lang w:val="ro-RO"/>
        </w:rPr>
        <w:t>Inimioare</w:t>
      </w:r>
      <w:r w:rsidR="00585745" w:rsidRPr="000C0EE1">
        <w:rPr>
          <w:b/>
          <w:sz w:val="28"/>
          <w:szCs w:val="28"/>
          <w:lang w:val="ro-RO"/>
        </w:rPr>
        <w:tab/>
      </w:r>
    </w:p>
    <w:p w14:paraId="7CC9230D" w14:textId="227AD2A8" w:rsidR="00E44580" w:rsidRPr="00E44580" w:rsidRDefault="00E44580" w:rsidP="00E44580">
      <w:pPr>
        <w:jc w:val="center"/>
        <w:rPr>
          <w:b/>
          <w:sz w:val="28"/>
          <w:szCs w:val="28"/>
          <w:lang w:val="ro-RO"/>
        </w:rPr>
      </w:pPr>
      <w:r w:rsidRPr="00E44580">
        <w:rPr>
          <w:b/>
          <w:sz w:val="28"/>
          <w:szCs w:val="28"/>
          <w:lang w:val="ro-RO"/>
        </w:rPr>
        <w:t>Descriere soluție</w:t>
      </w:r>
      <w:bookmarkStart w:id="0" w:name="_GoBack"/>
      <w:bookmarkEnd w:id="0"/>
    </w:p>
    <w:p w14:paraId="4B52A26F" w14:textId="77777777" w:rsidR="00E44580" w:rsidRPr="00E44580" w:rsidRDefault="00E44580" w:rsidP="00E44580">
      <w:pPr>
        <w:jc w:val="center"/>
        <w:rPr>
          <w:b/>
          <w:sz w:val="28"/>
          <w:szCs w:val="28"/>
          <w:lang w:val="ro-RO"/>
        </w:rPr>
      </w:pPr>
    </w:p>
    <w:p w14:paraId="3C2E47C7" w14:textId="15C76F69" w:rsidR="00E44580" w:rsidRDefault="00E44580" w:rsidP="00E44580">
      <w:pPr>
        <w:rPr>
          <w:lang w:val="ro-RO"/>
        </w:rPr>
      </w:pPr>
      <w:r>
        <w:rPr>
          <w:lang w:val="ro-RO"/>
        </w:rPr>
        <w:t>Vom avea inimioare roșii –multipli de k</w:t>
      </w:r>
      <w:r w:rsidRPr="0033797E">
        <w:rPr>
          <w:vertAlign w:val="subscript"/>
          <w:lang w:val="ro-RO"/>
        </w:rPr>
        <w:t xml:space="preserve">1 </w:t>
      </w:r>
      <w:r>
        <w:rPr>
          <w:lang w:val="ro-RO"/>
        </w:rPr>
        <w:t>începând de la n</w:t>
      </w:r>
      <w:r w:rsidRPr="0033797E">
        <w:rPr>
          <w:vertAlign w:val="subscript"/>
          <w:lang w:val="ro-RO"/>
        </w:rPr>
        <w:t>1</w:t>
      </w:r>
      <w:r>
        <w:rPr>
          <w:lang w:val="ro-RO"/>
        </w:rPr>
        <w:t>, din k1 în k1 pagini, fără a depăși pagina n.</w:t>
      </w:r>
    </w:p>
    <w:p w14:paraId="568473C2" w14:textId="48CFD286" w:rsidR="00E44580" w:rsidRDefault="00E44580" w:rsidP="00E44580">
      <w:pPr>
        <w:rPr>
          <w:lang w:val="ro-RO"/>
        </w:rPr>
      </w:pPr>
      <w:r>
        <w:rPr>
          <w:lang w:val="ro-RO"/>
        </w:rPr>
        <w:t xml:space="preserve">Inimioarele de culoarea roșie sunt pe paginile </w:t>
      </w:r>
    </w:p>
    <w:p w14:paraId="67CC3419" w14:textId="77777777" w:rsidR="0017679B" w:rsidRDefault="0017679B" w:rsidP="00E44580">
      <w:pPr>
        <w:rPr>
          <w:lang w:val="ro-RO"/>
        </w:rPr>
      </w:pPr>
    </w:p>
    <w:p w14:paraId="3259CAD8" w14:textId="1FF77F9F" w:rsidR="00E44580" w:rsidRDefault="00E44580" w:rsidP="00E44580">
      <w:pPr>
        <w:ind w:left="708"/>
      </w:pPr>
      <w:r>
        <w:rPr>
          <w:lang w:val="ro-RO"/>
        </w:rPr>
        <w:t>n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>+0*k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 xml:space="preserve"> , n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>+1*k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 xml:space="preserve"> , n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>+2*k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 xml:space="preserve"> , ......, n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>+x*k</w:t>
      </w:r>
      <w:r w:rsidRPr="00E44580">
        <w:rPr>
          <w:vertAlign w:val="subscript"/>
          <w:lang w:val="ro-RO"/>
        </w:rPr>
        <w:t>1</w:t>
      </w:r>
      <w:r>
        <w:rPr>
          <w:lang w:val="ro-RO"/>
        </w:rPr>
        <w:t xml:space="preserve"> ≤ n, x</w:t>
      </w:r>
      <w:r>
        <w:rPr>
          <w:lang w:val="ro-RO"/>
        </w:rPr>
        <w:sym w:font="Symbol" w:char="F0CE"/>
      </w:r>
      <w:r>
        <w:t xml:space="preserve">{0, 1, 2,…} </w:t>
      </w:r>
    </w:p>
    <w:p w14:paraId="74E7B6BF" w14:textId="77777777" w:rsidR="0017679B" w:rsidRDefault="0017679B" w:rsidP="00E44580">
      <w:pPr>
        <w:ind w:left="708"/>
      </w:pPr>
    </w:p>
    <w:p w14:paraId="39C7937D" w14:textId="1C13503A" w:rsidR="00E44580" w:rsidRPr="00E44580" w:rsidRDefault="00E44580" w:rsidP="00E44580">
      <w:pPr>
        <w:rPr>
          <w:lang w:val="ro-RO"/>
        </w:rPr>
      </w:pPr>
      <w:proofErr w:type="spellStart"/>
      <w:r>
        <w:t>valoarea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 x </w:t>
      </w:r>
      <w:proofErr w:type="spellStart"/>
      <w:r>
        <w:t>este</w:t>
      </w:r>
      <w:proofErr w:type="spellEnd"/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n-n1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k1</m:t>
                </m:r>
              </m:den>
            </m:f>
          </m:e>
        </m:d>
      </m:oMath>
      <w:r w:rsidRPr="00E44580">
        <w:rPr>
          <w:sz w:val="28"/>
          <w:lang w:val="ro-RO"/>
        </w:rPr>
        <w:t xml:space="preserve"> </w:t>
      </w:r>
      <w:r>
        <w:rPr>
          <w:lang w:val="ro-RO"/>
        </w:rPr>
        <w:t xml:space="preserve">și avem x+1 valori deci avem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n-n1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k1</m:t>
                </m:r>
              </m:den>
            </m:f>
          </m:e>
        </m:d>
      </m:oMath>
      <w:r>
        <w:rPr>
          <w:sz w:val="28"/>
        </w:rPr>
        <w:t xml:space="preserve"> + 1 inimioare ro</w:t>
      </w:r>
      <w:r>
        <w:rPr>
          <w:sz w:val="28"/>
          <w:lang w:val="ro-RO"/>
        </w:rPr>
        <w:t>șii</w:t>
      </w:r>
      <w:r w:rsidR="009E5B96">
        <w:rPr>
          <w:sz w:val="28"/>
          <w:lang w:val="ro-RO"/>
        </w:rPr>
        <w:t>.</w:t>
      </w:r>
    </w:p>
    <w:p w14:paraId="4F20E519" w14:textId="77777777" w:rsidR="00E44580" w:rsidRDefault="00E44580" w:rsidP="00E44580">
      <w:pPr>
        <w:rPr>
          <w:lang w:val="ro-RO"/>
        </w:rPr>
      </w:pPr>
    </w:p>
    <w:p w14:paraId="38720624" w14:textId="02514FAA" w:rsidR="00E44580" w:rsidRDefault="00E44580" w:rsidP="00E44580">
      <w:pPr>
        <w:rPr>
          <w:lang w:val="ro-RO"/>
        </w:rPr>
      </w:pPr>
      <w:r>
        <w:rPr>
          <w:lang w:val="ro-RO"/>
        </w:rPr>
        <w:t xml:space="preserve">Inimioare de culoarea albastră sunt </w:t>
      </w:r>
      <w:r>
        <w:t xml:space="preserve"> </w:t>
      </w:r>
      <w:r>
        <w:rPr>
          <w:lang w:val="ro-RO"/>
        </w:rPr>
        <w:t>multipli de k</w:t>
      </w:r>
      <w:r w:rsidRPr="0033797E">
        <w:rPr>
          <w:vertAlign w:val="subscript"/>
          <w:lang w:val="ro-RO"/>
        </w:rPr>
        <w:t>2</w:t>
      </w:r>
      <w:r>
        <w:rPr>
          <w:lang w:val="ro-RO"/>
        </w:rPr>
        <w:t xml:space="preserve"> începând de la n</w:t>
      </w:r>
      <w:r w:rsidRPr="0033797E">
        <w:rPr>
          <w:vertAlign w:val="subscript"/>
          <w:lang w:val="ro-RO"/>
        </w:rPr>
        <w:t>1</w:t>
      </w:r>
      <w:r>
        <w:rPr>
          <w:lang w:val="ro-RO"/>
        </w:rPr>
        <w:t xml:space="preserve">, în număr </w:t>
      </w:r>
      <w:r w:rsidRPr="0017679B">
        <w:t xml:space="preserve">de 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+1</m:t>
        </m:r>
      </m:oMath>
      <w:r w:rsidRPr="0017679B">
        <w:t>.</w:t>
      </w:r>
    </w:p>
    <w:p w14:paraId="096263DB" w14:textId="77777777" w:rsidR="00E44580" w:rsidRDefault="00E44580" w:rsidP="00E44580">
      <w:pPr>
        <w:rPr>
          <w:lang w:val="ro-RO"/>
        </w:rPr>
      </w:pPr>
    </w:p>
    <w:p w14:paraId="1E9D74B2" w14:textId="6A314D79" w:rsidR="00E44580" w:rsidRDefault="00E44580" w:rsidP="00E44580">
      <w:r w:rsidRPr="0033797E">
        <w:rPr>
          <w:lang w:val="ro-RO"/>
        </w:rPr>
        <w:t>Inimioarele mov sunt pe paginile care sunt multipli comuni ai lui k</w:t>
      </w:r>
      <w:r w:rsidRPr="00E44580">
        <w:rPr>
          <w:vertAlign w:val="subscript"/>
          <w:lang w:val="ro-RO"/>
        </w:rPr>
        <w:t>1</w:t>
      </w:r>
      <w:r w:rsidRPr="0033797E">
        <w:rPr>
          <w:lang w:val="ro-RO"/>
        </w:rPr>
        <w:t> și k</w:t>
      </w:r>
      <w:r w:rsidRPr="00E44580">
        <w:rPr>
          <w:vertAlign w:val="subscript"/>
          <w:lang w:val="ro-RO"/>
        </w:rPr>
        <w:t>2</w:t>
      </w:r>
      <w:r w:rsidRPr="0033797E">
        <w:rPr>
          <w:lang w:val="ro-RO"/>
        </w:rPr>
        <w:t> </w:t>
      </w:r>
      <w:r>
        <w:rPr>
          <w:lang w:val="ro-RO"/>
        </w:rPr>
        <w:t>, începând de la n</w:t>
      </w:r>
      <w:r w:rsidRPr="0033797E">
        <w:rPr>
          <w:vertAlign w:val="subscript"/>
          <w:lang w:val="ro-RO"/>
        </w:rPr>
        <w:t>1</w:t>
      </w:r>
      <w:r>
        <w:rPr>
          <w:lang w:val="ro-RO"/>
        </w:rPr>
        <w:t xml:space="preserve">, în număr de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n-n1</m:t>
                </m:r>
              </m:num>
              <m:den>
                <m:r>
                  <w:rPr>
                    <w:rFonts w:ascii="Cambria Math" w:hAnsi="Cambria Math"/>
                  </w:rPr>
                  <m:t>cmmmc(k1,k2)</m:t>
                </m:r>
              </m:den>
            </m:f>
          </m:e>
        </m:d>
        <m:r>
          <w:rPr>
            <w:rFonts w:ascii="Cambria Math" w:hAnsi="Cambria Math"/>
          </w:rPr>
          <m:t>+1</m:t>
        </m:r>
      </m:oMath>
      <w:r>
        <w:t>.</w:t>
      </w:r>
    </w:p>
    <w:p w14:paraId="00760859" w14:textId="77777777" w:rsidR="00E44580" w:rsidRDefault="00E44580" w:rsidP="00E44580">
      <w:pPr>
        <w:rPr>
          <w:lang w:val="ro-RO"/>
        </w:rPr>
      </w:pPr>
    </w:p>
    <w:p w14:paraId="1992839E" w14:textId="7F09DC44" w:rsidR="00E44580" w:rsidRPr="002B531D" w:rsidRDefault="00E44580" w:rsidP="00E44580">
      <w:proofErr w:type="spellStart"/>
      <w:r>
        <w:t>Numărul</w:t>
      </w:r>
      <w:proofErr w:type="spellEnd"/>
      <w:r>
        <w:t xml:space="preserve"> total de </w:t>
      </w:r>
      <w:proofErr w:type="spellStart"/>
      <w:r>
        <w:t>inimioare</w:t>
      </w:r>
      <w:proofErr w:type="spellEnd"/>
      <w:r>
        <w:t xml:space="preserve"> din </w:t>
      </w:r>
      <w:proofErr w:type="spellStart"/>
      <w:r>
        <w:t>caiet</w:t>
      </w:r>
      <w:proofErr w:type="spellEnd"/>
      <w:r>
        <w:t xml:space="preserve"> = </w:t>
      </w:r>
      <w:proofErr w:type="spellStart"/>
      <w:r>
        <w:t>numărul</w:t>
      </w:r>
      <w:proofErr w:type="spellEnd"/>
      <w:r>
        <w:t xml:space="preserve"> de </w:t>
      </w:r>
      <w:proofErr w:type="spellStart"/>
      <w:r w:rsidR="009E5B96">
        <w:t>i</w:t>
      </w:r>
      <w:r>
        <w:t>nimioare</w:t>
      </w:r>
      <w:proofErr w:type="spellEnd"/>
      <w:r>
        <w:t xml:space="preserve"> </w:t>
      </w:r>
      <w:proofErr w:type="spellStart"/>
      <w:r>
        <w:t>roșii</w:t>
      </w:r>
      <w:proofErr w:type="spellEnd"/>
      <w:r>
        <w:t xml:space="preserve"> + </w:t>
      </w:r>
      <w:proofErr w:type="spellStart"/>
      <w:r>
        <w:t>numărul</w:t>
      </w:r>
      <w:proofErr w:type="spellEnd"/>
      <w:r>
        <w:t xml:space="preserve"> de </w:t>
      </w:r>
      <w:proofErr w:type="spellStart"/>
      <w:r w:rsidR="009E5B96">
        <w:t>i</w:t>
      </w:r>
      <w:r>
        <w:t>nimioare</w:t>
      </w:r>
      <w:proofErr w:type="spellEnd"/>
      <w:r>
        <w:t xml:space="preserve"> </w:t>
      </w:r>
      <w:proofErr w:type="spellStart"/>
      <w:r>
        <w:t>albastre</w:t>
      </w:r>
      <w:proofErr w:type="spellEnd"/>
      <w:r>
        <w:t xml:space="preserve"> -</w:t>
      </w:r>
      <w:r w:rsidRPr="005C470E"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 w:rsidR="009E5B96">
        <w:t>i</w:t>
      </w:r>
      <w:r>
        <w:t>nimioare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</w:t>
      </w:r>
      <w:proofErr w:type="gramStart"/>
      <w:r>
        <w:t>( le</w:t>
      </w:r>
      <w:proofErr w:type="gramEnd"/>
      <w:r>
        <w:t xml:space="preserve">-am </w:t>
      </w:r>
      <w:proofErr w:type="spellStart"/>
      <w:r>
        <w:t>numărat</w:t>
      </w:r>
      <w:proofErr w:type="spellEnd"/>
      <w:r>
        <w:t xml:space="preserve"> de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)</w:t>
      </w:r>
      <w:r w:rsidR="009E5B96">
        <w:t>.</w:t>
      </w:r>
    </w:p>
    <w:p w14:paraId="24D00BA8" w14:textId="77777777" w:rsidR="00E44580" w:rsidRDefault="00E44580" w:rsidP="00E44580">
      <w:pPr>
        <w:rPr>
          <w:lang w:val="ro-RO"/>
        </w:rPr>
      </w:pPr>
    </w:p>
    <w:p w14:paraId="5C5BFBE7" w14:textId="385425D3" w:rsidR="00E44580" w:rsidRPr="0033797E" w:rsidRDefault="00E44580" w:rsidP="00E44580">
      <w:pPr>
        <w:rPr>
          <w:lang w:val="ro-RO"/>
        </w:rPr>
      </w:pPr>
      <w:r>
        <w:rPr>
          <w:lang w:val="ro-RO"/>
        </w:rPr>
        <w:t xml:space="preserve">Numărul de pagini albe = n - </w:t>
      </w:r>
      <w:proofErr w:type="spellStart"/>
      <w:r>
        <w:t>numărul</w:t>
      </w:r>
      <w:proofErr w:type="spellEnd"/>
      <w:r>
        <w:t xml:space="preserve"> total de </w:t>
      </w:r>
      <w:proofErr w:type="spellStart"/>
      <w:r>
        <w:t>inimioare</w:t>
      </w:r>
      <w:proofErr w:type="spellEnd"/>
      <w:r>
        <w:t xml:space="preserve"> din </w:t>
      </w:r>
      <w:proofErr w:type="spellStart"/>
      <w:r>
        <w:t>caiet</w:t>
      </w:r>
      <w:proofErr w:type="spellEnd"/>
      <w:r w:rsidR="009E5B96">
        <w:t>.</w:t>
      </w:r>
    </w:p>
    <w:p w14:paraId="4FDBBEE2" w14:textId="77777777" w:rsidR="00E44580" w:rsidRDefault="00E44580" w:rsidP="00E44580">
      <w:pPr>
        <w:rPr>
          <w:lang w:val="ro-RO"/>
        </w:rPr>
      </w:pPr>
    </w:p>
    <w:p w14:paraId="3C36C882" w14:textId="77777777" w:rsidR="00E44580" w:rsidRDefault="00E44580" w:rsidP="00E44580">
      <w:pPr>
        <w:rPr>
          <w:lang w:val="ro-RO"/>
        </w:rPr>
      </w:pPr>
    </w:p>
    <w:p w14:paraId="1CB6E5FD" w14:textId="77777777" w:rsidR="00E44580" w:rsidRPr="0033797E" w:rsidRDefault="00E44580" w:rsidP="00E44580">
      <w:pPr>
        <w:rPr>
          <w:lang w:val="ro-RO"/>
        </w:rPr>
      </w:pPr>
    </w:p>
    <w:p w14:paraId="04E6560E" w14:textId="4DB878BE" w:rsidR="00585745" w:rsidRPr="000C0EE1" w:rsidRDefault="00585745" w:rsidP="0000620D">
      <w:pPr>
        <w:tabs>
          <w:tab w:val="right" w:pos="10204"/>
        </w:tabs>
        <w:jc w:val="both"/>
        <w:rPr>
          <w:b/>
          <w:sz w:val="28"/>
          <w:szCs w:val="28"/>
          <w:lang w:val="ro-RO"/>
        </w:rPr>
      </w:pPr>
    </w:p>
    <w:sectPr w:rsidR="00585745" w:rsidRPr="000C0EE1" w:rsidSect="001F3C75">
      <w:headerReference w:type="default" r:id="rId9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7A429" w14:textId="77777777" w:rsidR="003A25A9" w:rsidRDefault="003A25A9">
      <w:r>
        <w:separator/>
      </w:r>
    </w:p>
  </w:endnote>
  <w:endnote w:type="continuationSeparator" w:id="0">
    <w:p w14:paraId="2C126058" w14:textId="77777777" w:rsidR="003A25A9" w:rsidRDefault="003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67CEF" w14:textId="77777777" w:rsidR="003A25A9" w:rsidRDefault="003A25A9">
      <w:r>
        <w:separator/>
      </w:r>
    </w:p>
  </w:footnote>
  <w:footnote w:type="continuationSeparator" w:id="0">
    <w:p w14:paraId="1921A36D" w14:textId="77777777" w:rsidR="003A25A9" w:rsidRDefault="003A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01BAF" w14:textId="25305C6B" w:rsidR="005D7B48" w:rsidRDefault="005D7B48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521867246" name="Picture 152186724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Default="00651789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0B71061C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0A040E55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58A68228" w14:textId="49472128" w:rsidR="005D7B48" w:rsidRPr="006F699A" w:rsidRDefault="005D7B48" w:rsidP="0033530F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</w:t>
    </w:r>
    <w:proofErr w:type="spellStart"/>
    <w:r w:rsidRPr="006F699A">
      <w:rPr>
        <w:b/>
        <w:sz w:val="22"/>
        <w:szCs w:val="22"/>
        <w:lang w:val="es-ES"/>
      </w:rPr>
      <w:t>Informatică</w:t>
    </w:r>
    <w:proofErr w:type="spellEnd"/>
    <w:r w:rsidRPr="006F699A">
      <w:rPr>
        <w:b/>
        <w:sz w:val="22"/>
        <w:szCs w:val="22"/>
        <w:lang w:val="es-ES"/>
      </w:rPr>
      <w:t xml:space="preserve">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1" w:name="_Hlk187603036"/>
    <w:r w:rsidRPr="00CB459C">
      <w:rPr>
        <w:b/>
        <w:sz w:val="22"/>
        <w:szCs w:val="22"/>
        <w:lang w:val="pt-BR"/>
      </w:rPr>
      <w:t>Clas</w:t>
    </w:r>
    <w:r w:rsidR="0017679B">
      <w:rPr>
        <w:b/>
        <w:sz w:val="22"/>
        <w:szCs w:val="22"/>
        <w:lang w:val="pt-BR"/>
      </w:rPr>
      <w:t>a a V</w:t>
    </w:r>
    <w:r w:rsidR="00027258">
      <w:rPr>
        <w:b/>
        <w:sz w:val="22"/>
        <w:szCs w:val="22"/>
        <w:lang w:val="pt-BR"/>
      </w:rPr>
      <w:t>I-a</w:t>
    </w:r>
    <w:r w:rsidRPr="006F699A">
      <w:rPr>
        <w:b/>
        <w:sz w:val="22"/>
        <w:szCs w:val="22"/>
        <w:lang w:val="pt-BR"/>
      </w:rPr>
      <w:t xml:space="preserve"> </w:t>
    </w:r>
    <w:bookmarkEnd w:id="1"/>
  </w:p>
  <w:p w14:paraId="06DC29FA" w14:textId="163ABD07" w:rsidR="005D7B48" w:rsidRPr="00A40812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  <w:lang w:val="ro-RO"/>
      </w:rPr>
    </w:pPr>
    <w:proofErr w:type="gramStart"/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proofErr w:type="gram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spellStart"/>
    <w:r w:rsidR="005D7B48" w:rsidRPr="006F699A">
      <w:rPr>
        <w:b/>
        <w:sz w:val="22"/>
        <w:szCs w:val="22"/>
      </w:rPr>
      <w:t>Sursa</w:t>
    </w:r>
    <w:proofErr w:type="spellEnd"/>
    <w:r w:rsidR="005D7B48" w:rsidRPr="006F699A">
      <w:rPr>
        <w:b/>
        <w:sz w:val="22"/>
        <w:szCs w:val="22"/>
      </w:rPr>
      <w:t xml:space="preserve">: </w:t>
    </w:r>
    <w:r w:rsidR="00A40812" w:rsidRPr="00A40812">
      <w:rPr>
        <w:rFonts w:ascii="Courier New" w:hAnsi="Courier New" w:cs="Courier New"/>
        <w:b/>
        <w:sz w:val="20"/>
        <w:szCs w:val="20"/>
        <w:lang w:val="ro-RO"/>
      </w:rPr>
      <w:t>inimioare</w:t>
    </w:r>
    <w:r w:rsidR="005D7B48" w:rsidRPr="00A40812">
      <w:rPr>
        <w:rFonts w:ascii="Courier New" w:hAnsi="Courier New" w:cs="Courier New"/>
        <w:b/>
        <w:sz w:val="20"/>
        <w:szCs w:val="20"/>
        <w:lang w:val="ro-RO"/>
      </w:rPr>
      <w:t>.cpp,</w:t>
    </w:r>
    <w:r w:rsidR="00A40812">
      <w:rPr>
        <w:rFonts w:ascii="Courier New" w:hAnsi="Courier New" w:cs="Courier New"/>
        <w:b/>
        <w:sz w:val="20"/>
        <w:szCs w:val="20"/>
        <w:lang w:val="ro-RO"/>
      </w:rPr>
      <w:t xml:space="preserve"> i</w:t>
    </w:r>
    <w:r w:rsidR="00A40812" w:rsidRPr="00A40812">
      <w:rPr>
        <w:rFonts w:ascii="Courier New" w:hAnsi="Courier New" w:cs="Courier New"/>
        <w:b/>
        <w:sz w:val="20"/>
        <w:szCs w:val="20"/>
        <w:lang w:val="ro-RO"/>
      </w:rPr>
      <w:t>nimioare</w:t>
    </w:r>
    <w:r w:rsidR="005D7B48" w:rsidRPr="00A40812">
      <w:rPr>
        <w:rFonts w:ascii="Courier New" w:hAnsi="Courier New" w:cs="Courier New"/>
        <w:b/>
        <w:sz w:val="20"/>
        <w:szCs w:val="20"/>
        <w:lang w:val="ro-RO"/>
      </w:rPr>
      <w:t>.c</w:t>
    </w:r>
  </w:p>
  <w:p w14:paraId="4EA86B6C" w14:textId="035FF8DD" w:rsidR="0032092C" w:rsidRPr="005D7B48" w:rsidRDefault="0000620D" w:rsidP="005D7B4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FC07EA" wp14:editId="2E29599F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464300" cy="635"/>
              <wp:effectExtent l="8890" t="5715" r="13335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E97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0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23317"/>
    <w:multiLevelType w:val="hybridMultilevel"/>
    <w:tmpl w:val="78A4A286"/>
    <w:lvl w:ilvl="0" w:tplc="04090011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FA4C8B"/>
    <w:multiLevelType w:val="hybridMultilevel"/>
    <w:tmpl w:val="B1B60990"/>
    <w:lvl w:ilvl="0" w:tplc="2B0E4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6319A"/>
    <w:multiLevelType w:val="hybridMultilevel"/>
    <w:tmpl w:val="747E696A"/>
    <w:lvl w:ilvl="0" w:tplc="BC9052E6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5"/>
  </w:num>
  <w:num w:numId="10">
    <w:abstractNumId w:val="17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"/>
  </w:num>
  <w:num w:numId="16">
    <w:abstractNumId w:val="14"/>
  </w:num>
  <w:num w:numId="17">
    <w:abstractNumId w:val="4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45"/>
    <w:rsid w:val="0000099B"/>
    <w:rsid w:val="0000620D"/>
    <w:rsid w:val="00007064"/>
    <w:rsid w:val="00010C41"/>
    <w:rsid w:val="000156BB"/>
    <w:rsid w:val="00027258"/>
    <w:rsid w:val="000350C2"/>
    <w:rsid w:val="000360EA"/>
    <w:rsid w:val="000634F3"/>
    <w:rsid w:val="000666B7"/>
    <w:rsid w:val="00073CC0"/>
    <w:rsid w:val="00075116"/>
    <w:rsid w:val="00086172"/>
    <w:rsid w:val="00091B34"/>
    <w:rsid w:val="000A2235"/>
    <w:rsid w:val="000B6EA6"/>
    <w:rsid w:val="000C0EE1"/>
    <w:rsid w:val="000C7725"/>
    <w:rsid w:val="000F6A4D"/>
    <w:rsid w:val="000F6D4A"/>
    <w:rsid w:val="00131C42"/>
    <w:rsid w:val="00137AF8"/>
    <w:rsid w:val="001510F3"/>
    <w:rsid w:val="00175060"/>
    <w:rsid w:val="0017679B"/>
    <w:rsid w:val="00181625"/>
    <w:rsid w:val="0018476E"/>
    <w:rsid w:val="001A0C06"/>
    <w:rsid w:val="001A1FD0"/>
    <w:rsid w:val="001B228A"/>
    <w:rsid w:val="001C40FA"/>
    <w:rsid w:val="001C6A81"/>
    <w:rsid w:val="001E33B2"/>
    <w:rsid w:val="001E7FB6"/>
    <w:rsid w:val="001F0FD3"/>
    <w:rsid w:val="001F242B"/>
    <w:rsid w:val="001F3C75"/>
    <w:rsid w:val="001F48EE"/>
    <w:rsid w:val="001F4A4E"/>
    <w:rsid w:val="00214441"/>
    <w:rsid w:val="00215C24"/>
    <w:rsid w:val="00223A0D"/>
    <w:rsid w:val="002319B9"/>
    <w:rsid w:val="0024567E"/>
    <w:rsid w:val="00251D83"/>
    <w:rsid w:val="00262D87"/>
    <w:rsid w:val="00270796"/>
    <w:rsid w:val="002758E8"/>
    <w:rsid w:val="00291F78"/>
    <w:rsid w:val="002A2B01"/>
    <w:rsid w:val="002B7EF7"/>
    <w:rsid w:val="002D0CA7"/>
    <w:rsid w:val="002F1B19"/>
    <w:rsid w:val="003056E7"/>
    <w:rsid w:val="00311DC3"/>
    <w:rsid w:val="0032092C"/>
    <w:rsid w:val="00323C2B"/>
    <w:rsid w:val="0033530F"/>
    <w:rsid w:val="00336A5E"/>
    <w:rsid w:val="00342ECD"/>
    <w:rsid w:val="00352592"/>
    <w:rsid w:val="00352614"/>
    <w:rsid w:val="00354A57"/>
    <w:rsid w:val="00356BF1"/>
    <w:rsid w:val="003666DE"/>
    <w:rsid w:val="00370207"/>
    <w:rsid w:val="00381A79"/>
    <w:rsid w:val="00382B8E"/>
    <w:rsid w:val="00383E20"/>
    <w:rsid w:val="003878BF"/>
    <w:rsid w:val="00392359"/>
    <w:rsid w:val="0039379B"/>
    <w:rsid w:val="003A25A9"/>
    <w:rsid w:val="003A6139"/>
    <w:rsid w:val="003B0309"/>
    <w:rsid w:val="003B0B72"/>
    <w:rsid w:val="003C2C9D"/>
    <w:rsid w:val="003D2F1D"/>
    <w:rsid w:val="003D6F34"/>
    <w:rsid w:val="003E34F6"/>
    <w:rsid w:val="003F6222"/>
    <w:rsid w:val="00400EC4"/>
    <w:rsid w:val="00417B2E"/>
    <w:rsid w:val="00423B29"/>
    <w:rsid w:val="004410D4"/>
    <w:rsid w:val="0047517B"/>
    <w:rsid w:val="004B7FE2"/>
    <w:rsid w:val="004C6C78"/>
    <w:rsid w:val="004D28A7"/>
    <w:rsid w:val="004E0ADC"/>
    <w:rsid w:val="004E1EBA"/>
    <w:rsid w:val="004E73D9"/>
    <w:rsid w:val="004F298E"/>
    <w:rsid w:val="00510A69"/>
    <w:rsid w:val="00544FEF"/>
    <w:rsid w:val="00556F22"/>
    <w:rsid w:val="00565298"/>
    <w:rsid w:val="00582727"/>
    <w:rsid w:val="00585745"/>
    <w:rsid w:val="005A2583"/>
    <w:rsid w:val="005D7B48"/>
    <w:rsid w:val="005E1906"/>
    <w:rsid w:val="006259B2"/>
    <w:rsid w:val="00641B16"/>
    <w:rsid w:val="00651789"/>
    <w:rsid w:val="00654B6A"/>
    <w:rsid w:val="006933AF"/>
    <w:rsid w:val="00693FA5"/>
    <w:rsid w:val="006B142F"/>
    <w:rsid w:val="006E672A"/>
    <w:rsid w:val="00706619"/>
    <w:rsid w:val="007166A3"/>
    <w:rsid w:val="00741270"/>
    <w:rsid w:val="007440FA"/>
    <w:rsid w:val="00746781"/>
    <w:rsid w:val="0076444D"/>
    <w:rsid w:val="00777A98"/>
    <w:rsid w:val="0079452E"/>
    <w:rsid w:val="007A048C"/>
    <w:rsid w:val="007B48A6"/>
    <w:rsid w:val="007C03CC"/>
    <w:rsid w:val="007C6D57"/>
    <w:rsid w:val="007E0A5D"/>
    <w:rsid w:val="007E7DC3"/>
    <w:rsid w:val="007F27A5"/>
    <w:rsid w:val="00802A91"/>
    <w:rsid w:val="00812B7E"/>
    <w:rsid w:val="008414C6"/>
    <w:rsid w:val="00856580"/>
    <w:rsid w:val="00865778"/>
    <w:rsid w:val="00867B22"/>
    <w:rsid w:val="00876ADB"/>
    <w:rsid w:val="00880667"/>
    <w:rsid w:val="00896117"/>
    <w:rsid w:val="00896F85"/>
    <w:rsid w:val="008A2747"/>
    <w:rsid w:val="008B5B0D"/>
    <w:rsid w:val="008D24DF"/>
    <w:rsid w:val="008F70F5"/>
    <w:rsid w:val="009113AD"/>
    <w:rsid w:val="009308A8"/>
    <w:rsid w:val="009364A4"/>
    <w:rsid w:val="0093715D"/>
    <w:rsid w:val="009435C4"/>
    <w:rsid w:val="00993B79"/>
    <w:rsid w:val="0099795A"/>
    <w:rsid w:val="009A4159"/>
    <w:rsid w:val="009A4317"/>
    <w:rsid w:val="009E32A7"/>
    <w:rsid w:val="009E42A6"/>
    <w:rsid w:val="009E4329"/>
    <w:rsid w:val="009E5B96"/>
    <w:rsid w:val="009F08E6"/>
    <w:rsid w:val="00A0245D"/>
    <w:rsid w:val="00A23CC1"/>
    <w:rsid w:val="00A34DA5"/>
    <w:rsid w:val="00A40812"/>
    <w:rsid w:val="00AA2498"/>
    <w:rsid w:val="00AE6629"/>
    <w:rsid w:val="00AF5E20"/>
    <w:rsid w:val="00B02039"/>
    <w:rsid w:val="00B03C71"/>
    <w:rsid w:val="00B07AF6"/>
    <w:rsid w:val="00B12FFA"/>
    <w:rsid w:val="00B15322"/>
    <w:rsid w:val="00B1658B"/>
    <w:rsid w:val="00B24946"/>
    <w:rsid w:val="00B36478"/>
    <w:rsid w:val="00B37813"/>
    <w:rsid w:val="00B402E3"/>
    <w:rsid w:val="00B63A47"/>
    <w:rsid w:val="00B70128"/>
    <w:rsid w:val="00B83BFD"/>
    <w:rsid w:val="00B912DB"/>
    <w:rsid w:val="00BA2AC2"/>
    <w:rsid w:val="00BB52FD"/>
    <w:rsid w:val="00BD00E2"/>
    <w:rsid w:val="00BD090D"/>
    <w:rsid w:val="00BE2F13"/>
    <w:rsid w:val="00BE48FC"/>
    <w:rsid w:val="00BF0ED4"/>
    <w:rsid w:val="00BF11CD"/>
    <w:rsid w:val="00C142EE"/>
    <w:rsid w:val="00C33155"/>
    <w:rsid w:val="00C3497D"/>
    <w:rsid w:val="00C47EA8"/>
    <w:rsid w:val="00C759FC"/>
    <w:rsid w:val="00CA064A"/>
    <w:rsid w:val="00CD2437"/>
    <w:rsid w:val="00CF66B7"/>
    <w:rsid w:val="00CF7497"/>
    <w:rsid w:val="00D028F5"/>
    <w:rsid w:val="00D04CBC"/>
    <w:rsid w:val="00D16288"/>
    <w:rsid w:val="00D209D0"/>
    <w:rsid w:val="00D34CCA"/>
    <w:rsid w:val="00D3557F"/>
    <w:rsid w:val="00D359FB"/>
    <w:rsid w:val="00D56617"/>
    <w:rsid w:val="00D7095F"/>
    <w:rsid w:val="00D70ADF"/>
    <w:rsid w:val="00D70B6F"/>
    <w:rsid w:val="00D71F2D"/>
    <w:rsid w:val="00DA3B8B"/>
    <w:rsid w:val="00DB731A"/>
    <w:rsid w:val="00DC214D"/>
    <w:rsid w:val="00DC49D9"/>
    <w:rsid w:val="00DE4488"/>
    <w:rsid w:val="00DF18DC"/>
    <w:rsid w:val="00E02D70"/>
    <w:rsid w:val="00E0320F"/>
    <w:rsid w:val="00E047CF"/>
    <w:rsid w:val="00E052CC"/>
    <w:rsid w:val="00E07F57"/>
    <w:rsid w:val="00E2179D"/>
    <w:rsid w:val="00E27D8A"/>
    <w:rsid w:val="00E32FC5"/>
    <w:rsid w:val="00E406FC"/>
    <w:rsid w:val="00E44580"/>
    <w:rsid w:val="00E47DF3"/>
    <w:rsid w:val="00E6371A"/>
    <w:rsid w:val="00E67ABE"/>
    <w:rsid w:val="00E7174C"/>
    <w:rsid w:val="00E75454"/>
    <w:rsid w:val="00E8553A"/>
    <w:rsid w:val="00E946FA"/>
    <w:rsid w:val="00EA651C"/>
    <w:rsid w:val="00EB31A6"/>
    <w:rsid w:val="00ED115D"/>
    <w:rsid w:val="00ED302D"/>
    <w:rsid w:val="00ED7700"/>
    <w:rsid w:val="00EE61AE"/>
    <w:rsid w:val="00EF2F7F"/>
    <w:rsid w:val="00F00631"/>
    <w:rsid w:val="00F0114B"/>
    <w:rsid w:val="00F03901"/>
    <w:rsid w:val="00F03C21"/>
    <w:rsid w:val="00F21BBC"/>
    <w:rsid w:val="00F3048E"/>
    <w:rsid w:val="00F35D57"/>
    <w:rsid w:val="00F62A06"/>
    <w:rsid w:val="00F67051"/>
    <w:rsid w:val="00F874C1"/>
    <w:rsid w:val="00F93C3E"/>
    <w:rsid w:val="00FA1E68"/>
    <w:rsid w:val="00FC5773"/>
    <w:rsid w:val="00FC758F"/>
    <w:rsid w:val="00FE2770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B724B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rsid w:val="00777A98"/>
    <w:rPr>
      <w:rFonts w:ascii="Courier New" w:hAnsi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777A98"/>
    <w:rPr>
      <w:rFonts w:ascii="Courier New" w:eastAsia="Times New Roman" w:hAnsi="Courier New" w:cs="Times New Roman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0AEE384-9A70-4ED0-91CA-FF3784E7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</dc:creator>
  <cp:lastModifiedBy>.lyly</cp:lastModifiedBy>
  <cp:revision>3</cp:revision>
  <cp:lastPrinted>2026-01-25T13:28:00Z</cp:lastPrinted>
  <dcterms:created xsi:type="dcterms:W3CDTF">2026-01-25T13:32:00Z</dcterms:created>
  <dcterms:modified xsi:type="dcterms:W3CDTF">2026-02-03T21:14:00Z</dcterms:modified>
</cp:coreProperties>
</file>